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C41C8D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2937FE" w:rsidRPr="002937F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Document208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sectPr w:rsidR="004A1C66" w:rsidSect="008D1D28">
      <w:footerReference w:type="default" r:id="rId8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BF3" w:rsidRDefault="00EF6BF3" w:rsidP="004A1C66">
      <w:r>
        <w:separator/>
      </w:r>
    </w:p>
  </w:endnote>
  <w:endnote w:type="continuationSeparator" w:id="0">
    <w:p w:rsidR="00EF6BF3" w:rsidRDefault="00EF6BF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BF3" w:rsidRDefault="00EF6BF3" w:rsidP="004A1C66">
      <w:r>
        <w:separator/>
      </w:r>
    </w:p>
  </w:footnote>
  <w:footnote w:type="continuationSeparator" w:id="0">
    <w:p w:rsidR="00EF6BF3" w:rsidRDefault="00EF6BF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814"/>
    <w:rsid w:val="000248E2"/>
    <w:rsid w:val="001A0098"/>
    <w:rsid w:val="001B0A83"/>
    <w:rsid w:val="001C5B15"/>
    <w:rsid w:val="00242D79"/>
    <w:rsid w:val="00290E04"/>
    <w:rsid w:val="002937FE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B53200"/>
    <w:rsid w:val="00C41C8D"/>
    <w:rsid w:val="00CE4705"/>
    <w:rsid w:val="00DD6332"/>
    <w:rsid w:val="00E5621B"/>
    <w:rsid w:val="00E973E4"/>
    <w:rsid w:val="00ED05F2"/>
    <w:rsid w:val="00EF6BF3"/>
    <w:rsid w:val="00F77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2015-05-04T04:44:00Z</dcterms:created>
  <dcterms:modified xsi:type="dcterms:W3CDTF">2015-05-04T04:44:00Z</dcterms:modified>
</cp:coreProperties>
</file>